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388FA71-E9A8-40F4-AB32-E80586CCA97D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